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63" w:rsidRDefault="003D5667" w:rsidP="003D5667">
      <w:r>
        <w:t xml:space="preserve"> </w:t>
      </w:r>
      <w:r w:rsidRPr="003D5667">
        <w:rPr>
          <w:color w:val="FFFFFF" w:themeColor="background1"/>
          <w:highlight w:val="black"/>
        </w:rPr>
        <w:t xml:space="preserve">Peer Mentoring </w:t>
      </w:r>
      <w:r w:rsidRPr="003C18C2">
        <w:rPr>
          <w:color w:val="FFFFFF" w:themeColor="background1"/>
          <w:highlight w:val="black"/>
          <w:shd w:val="clear" w:color="auto" w:fill="000000" w:themeFill="text1"/>
        </w:rPr>
        <w:t xml:space="preserve">Card – </w:t>
      </w:r>
      <w:r w:rsidR="003C18C2" w:rsidRPr="003C18C2">
        <w:rPr>
          <w:color w:val="FFFFFF" w:themeColor="background1"/>
          <w:shd w:val="clear" w:color="auto" w:fill="000000" w:themeFill="text1"/>
        </w:rPr>
        <w:t>New Term</w:t>
      </w:r>
    </w:p>
    <w:p w:rsidR="003D5667" w:rsidRDefault="003D5667" w:rsidP="003D566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371"/>
      </w:tblGrid>
      <w:tr w:rsidR="00E80311" w:rsidTr="00E80311">
        <w:tc>
          <w:tcPr>
            <w:tcW w:w="2660" w:type="dxa"/>
          </w:tcPr>
          <w:p w:rsidR="00E80311" w:rsidRPr="003D5667" w:rsidRDefault="00E80311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Initial Questions</w:t>
            </w:r>
          </w:p>
        </w:tc>
        <w:tc>
          <w:tcPr>
            <w:tcW w:w="7371" w:type="dxa"/>
          </w:tcPr>
          <w:p w:rsidR="00E80311" w:rsidRPr="003D5667" w:rsidRDefault="00E80311" w:rsidP="003D5667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Follow-Up Questions</w:t>
            </w:r>
          </w:p>
        </w:tc>
      </w:tr>
      <w:tr w:rsidR="00E80311" w:rsidTr="00E80311">
        <w:tc>
          <w:tcPr>
            <w:tcW w:w="2660" w:type="dxa"/>
            <w:vAlign w:val="center"/>
          </w:tcPr>
          <w:p w:rsidR="00E80311" w:rsidRPr="003D5667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Did you have a good holiday?  </w:t>
            </w:r>
          </w:p>
        </w:tc>
        <w:tc>
          <w:tcPr>
            <w:tcW w:w="7371" w:type="dxa"/>
            <w:vAlign w:val="center"/>
          </w:tcPr>
          <w:p w:rsidR="00E80311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What did you do? </w:t>
            </w:r>
          </w:p>
          <w:p w:rsidR="00E80311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Who did you see? </w:t>
            </w:r>
          </w:p>
          <w:p w:rsidR="00E80311" w:rsidRPr="003D5667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What was the best / worst thing? </w:t>
            </w:r>
          </w:p>
        </w:tc>
      </w:tr>
      <w:tr w:rsidR="00E80311" w:rsidTr="00E80311">
        <w:tc>
          <w:tcPr>
            <w:tcW w:w="2660" w:type="dxa"/>
            <w:vAlign w:val="center"/>
          </w:tcPr>
          <w:p w:rsidR="00E80311" w:rsidRPr="003D5667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What are you most excited about this term? </w:t>
            </w:r>
          </w:p>
        </w:tc>
        <w:tc>
          <w:tcPr>
            <w:tcW w:w="7371" w:type="dxa"/>
            <w:vAlign w:val="center"/>
          </w:tcPr>
          <w:p w:rsidR="00E80311" w:rsidRPr="003D5667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Why? </w:t>
            </w:r>
          </w:p>
        </w:tc>
      </w:tr>
      <w:tr w:rsidR="00E80311" w:rsidTr="00E80311">
        <w:tc>
          <w:tcPr>
            <w:tcW w:w="2660" w:type="dxa"/>
            <w:vAlign w:val="center"/>
          </w:tcPr>
          <w:p w:rsidR="00E80311" w:rsidRPr="003D5667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What are you most worried about this term? </w:t>
            </w:r>
          </w:p>
        </w:tc>
        <w:tc>
          <w:tcPr>
            <w:tcW w:w="7371" w:type="dxa"/>
            <w:vAlign w:val="center"/>
          </w:tcPr>
          <w:p w:rsidR="00E80311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Why? </w:t>
            </w:r>
          </w:p>
          <w:p w:rsidR="00E80311" w:rsidRPr="003D5667" w:rsidRDefault="00E80311" w:rsidP="003C18C2">
            <w:pPr>
              <w:rPr>
                <w:sz w:val="20"/>
              </w:rPr>
            </w:pPr>
          </w:p>
        </w:tc>
      </w:tr>
      <w:tr w:rsidR="00E80311" w:rsidTr="00E80311">
        <w:tc>
          <w:tcPr>
            <w:tcW w:w="2660" w:type="dxa"/>
            <w:vAlign w:val="center"/>
          </w:tcPr>
          <w:p w:rsidR="00E80311" w:rsidRPr="003D5667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What are your new term’s resolutions? </w:t>
            </w:r>
          </w:p>
        </w:tc>
        <w:tc>
          <w:tcPr>
            <w:tcW w:w="7371" w:type="dxa"/>
            <w:vAlign w:val="center"/>
          </w:tcPr>
          <w:p w:rsidR="00E80311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How will you meet them? </w:t>
            </w:r>
          </w:p>
          <w:p w:rsidR="00E80311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What steps will you take? </w:t>
            </w:r>
          </w:p>
          <w:p w:rsidR="00E80311" w:rsidRPr="003D5667" w:rsidRDefault="00E80311" w:rsidP="003C18C2">
            <w:pPr>
              <w:rPr>
                <w:sz w:val="20"/>
              </w:rPr>
            </w:pPr>
            <w:r>
              <w:rPr>
                <w:sz w:val="20"/>
              </w:rPr>
              <w:t xml:space="preserve">Why will these things help you to be more successful? </w:t>
            </w:r>
          </w:p>
        </w:tc>
      </w:tr>
    </w:tbl>
    <w:p w:rsidR="003D5667" w:rsidRDefault="003D5667" w:rsidP="003D5667">
      <w:pPr>
        <w:jc w:val="right"/>
      </w:pPr>
    </w:p>
    <w:p w:rsidR="00E80311" w:rsidRDefault="00E80311" w:rsidP="003D5667">
      <w:pPr>
        <w:jc w:val="right"/>
      </w:pPr>
    </w:p>
    <w:p w:rsidR="00E80311" w:rsidRDefault="00E80311" w:rsidP="003D5667">
      <w:pPr>
        <w:jc w:val="right"/>
      </w:pPr>
    </w:p>
    <w:p w:rsidR="00E80311" w:rsidRDefault="00E80311" w:rsidP="003D5667">
      <w:pPr>
        <w:jc w:val="right"/>
      </w:pPr>
    </w:p>
    <w:p w:rsidR="00E80311" w:rsidRDefault="00E80311" w:rsidP="003D5667">
      <w:pPr>
        <w:jc w:val="right"/>
      </w:pPr>
    </w:p>
    <w:p w:rsidR="00E80311" w:rsidRDefault="00E80311" w:rsidP="003D5667">
      <w:pPr>
        <w:jc w:val="right"/>
      </w:pPr>
      <w:bookmarkStart w:id="0" w:name="_GoBack"/>
      <w:bookmarkEnd w:id="0"/>
    </w:p>
    <w:p w:rsidR="00E80311" w:rsidRDefault="00E80311" w:rsidP="00E80311">
      <w:r w:rsidRPr="003D5667">
        <w:rPr>
          <w:color w:val="FFFFFF" w:themeColor="background1"/>
          <w:highlight w:val="black"/>
        </w:rPr>
        <w:t xml:space="preserve">Peer Mentoring </w:t>
      </w:r>
      <w:r w:rsidRPr="003C18C2">
        <w:rPr>
          <w:color w:val="FFFFFF" w:themeColor="background1"/>
          <w:highlight w:val="black"/>
          <w:shd w:val="clear" w:color="auto" w:fill="000000" w:themeFill="text1"/>
        </w:rPr>
        <w:t xml:space="preserve">Card – </w:t>
      </w:r>
      <w:r w:rsidRPr="003C18C2">
        <w:rPr>
          <w:color w:val="FFFFFF" w:themeColor="background1"/>
          <w:shd w:val="clear" w:color="auto" w:fill="000000" w:themeFill="text1"/>
        </w:rPr>
        <w:t>New Term</w:t>
      </w:r>
    </w:p>
    <w:p w:rsidR="00E80311" w:rsidRDefault="00E80311" w:rsidP="00E803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371"/>
      </w:tblGrid>
      <w:tr w:rsidR="00E80311" w:rsidTr="00114FA1">
        <w:tc>
          <w:tcPr>
            <w:tcW w:w="2660" w:type="dxa"/>
          </w:tcPr>
          <w:p w:rsidR="00E80311" w:rsidRPr="003D5667" w:rsidRDefault="00E80311" w:rsidP="00114FA1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Initial Questions</w:t>
            </w:r>
          </w:p>
        </w:tc>
        <w:tc>
          <w:tcPr>
            <w:tcW w:w="7371" w:type="dxa"/>
          </w:tcPr>
          <w:p w:rsidR="00E80311" w:rsidRPr="003D5667" w:rsidRDefault="00E80311" w:rsidP="00114FA1">
            <w:pPr>
              <w:jc w:val="center"/>
              <w:rPr>
                <w:sz w:val="20"/>
              </w:rPr>
            </w:pPr>
            <w:r w:rsidRPr="003D5667">
              <w:rPr>
                <w:sz w:val="20"/>
              </w:rPr>
              <w:t>Follow-Up Questions</w:t>
            </w:r>
          </w:p>
        </w:tc>
      </w:tr>
      <w:tr w:rsidR="00E80311" w:rsidTr="00114FA1">
        <w:tc>
          <w:tcPr>
            <w:tcW w:w="2660" w:type="dxa"/>
            <w:vAlign w:val="center"/>
          </w:tcPr>
          <w:p w:rsidR="00E80311" w:rsidRPr="003D5667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Did you have a good holiday?  </w:t>
            </w:r>
          </w:p>
        </w:tc>
        <w:tc>
          <w:tcPr>
            <w:tcW w:w="7371" w:type="dxa"/>
            <w:vAlign w:val="center"/>
          </w:tcPr>
          <w:p w:rsidR="00E80311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What did you do? </w:t>
            </w:r>
          </w:p>
          <w:p w:rsidR="00E80311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Who did you see? </w:t>
            </w:r>
          </w:p>
          <w:p w:rsidR="00E80311" w:rsidRPr="003D5667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What was the best / worst thing? </w:t>
            </w:r>
          </w:p>
        </w:tc>
      </w:tr>
      <w:tr w:rsidR="00E80311" w:rsidTr="00114FA1">
        <w:tc>
          <w:tcPr>
            <w:tcW w:w="2660" w:type="dxa"/>
            <w:vAlign w:val="center"/>
          </w:tcPr>
          <w:p w:rsidR="00E80311" w:rsidRPr="003D5667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What are you most excited about this term? </w:t>
            </w:r>
          </w:p>
        </w:tc>
        <w:tc>
          <w:tcPr>
            <w:tcW w:w="7371" w:type="dxa"/>
            <w:vAlign w:val="center"/>
          </w:tcPr>
          <w:p w:rsidR="00E80311" w:rsidRPr="003D5667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Why? </w:t>
            </w:r>
          </w:p>
        </w:tc>
      </w:tr>
      <w:tr w:rsidR="00E80311" w:rsidTr="00114FA1">
        <w:tc>
          <w:tcPr>
            <w:tcW w:w="2660" w:type="dxa"/>
            <w:vAlign w:val="center"/>
          </w:tcPr>
          <w:p w:rsidR="00E80311" w:rsidRPr="003D5667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What are you most worried about this term? </w:t>
            </w:r>
          </w:p>
        </w:tc>
        <w:tc>
          <w:tcPr>
            <w:tcW w:w="7371" w:type="dxa"/>
            <w:vAlign w:val="center"/>
          </w:tcPr>
          <w:p w:rsidR="00E80311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Why? </w:t>
            </w:r>
          </w:p>
          <w:p w:rsidR="00E80311" w:rsidRPr="003D5667" w:rsidRDefault="00E80311" w:rsidP="00114FA1">
            <w:pPr>
              <w:rPr>
                <w:sz w:val="20"/>
              </w:rPr>
            </w:pPr>
          </w:p>
        </w:tc>
      </w:tr>
      <w:tr w:rsidR="00E80311" w:rsidTr="00114FA1">
        <w:tc>
          <w:tcPr>
            <w:tcW w:w="2660" w:type="dxa"/>
            <w:vAlign w:val="center"/>
          </w:tcPr>
          <w:p w:rsidR="00E80311" w:rsidRPr="003D5667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What are your new term’s resolutions? </w:t>
            </w:r>
          </w:p>
        </w:tc>
        <w:tc>
          <w:tcPr>
            <w:tcW w:w="7371" w:type="dxa"/>
            <w:vAlign w:val="center"/>
          </w:tcPr>
          <w:p w:rsidR="00E80311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How will you meet them? </w:t>
            </w:r>
          </w:p>
          <w:p w:rsidR="00E80311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What steps will you take? </w:t>
            </w:r>
          </w:p>
          <w:p w:rsidR="00E80311" w:rsidRPr="003D5667" w:rsidRDefault="00E80311" w:rsidP="00114FA1">
            <w:pPr>
              <w:rPr>
                <w:sz w:val="20"/>
              </w:rPr>
            </w:pPr>
            <w:r>
              <w:rPr>
                <w:sz w:val="20"/>
              </w:rPr>
              <w:t xml:space="preserve">Why will these things help you to be more successful? </w:t>
            </w:r>
          </w:p>
        </w:tc>
      </w:tr>
    </w:tbl>
    <w:p w:rsidR="003D5667" w:rsidRDefault="003D5667" w:rsidP="003D5667">
      <w:pPr>
        <w:jc w:val="center"/>
      </w:pPr>
    </w:p>
    <w:p w:rsidR="00E80311" w:rsidRDefault="00E80311" w:rsidP="003D5667">
      <w:pPr>
        <w:jc w:val="center"/>
      </w:pPr>
    </w:p>
    <w:p w:rsidR="003C18C2" w:rsidRDefault="003C18C2" w:rsidP="003D5667">
      <w:pPr>
        <w:jc w:val="center"/>
      </w:pPr>
    </w:p>
    <w:p w:rsidR="003C18C2" w:rsidRDefault="003C18C2" w:rsidP="003D5667">
      <w:pPr>
        <w:jc w:val="center"/>
      </w:pPr>
    </w:p>
    <w:p w:rsidR="003C18C2" w:rsidRDefault="003C18C2" w:rsidP="003D5667">
      <w:pPr>
        <w:jc w:val="center"/>
      </w:pPr>
    </w:p>
    <w:p w:rsidR="003C18C2" w:rsidRDefault="003C18C2" w:rsidP="003D5667">
      <w:pPr>
        <w:jc w:val="center"/>
      </w:pPr>
    </w:p>
    <w:p w:rsidR="003C18C2" w:rsidRDefault="003C18C2" w:rsidP="003D5667">
      <w:pPr>
        <w:jc w:val="center"/>
      </w:pPr>
    </w:p>
    <w:p w:rsidR="003C18C2" w:rsidRDefault="003C18C2" w:rsidP="003D5667">
      <w:pPr>
        <w:jc w:val="center"/>
      </w:pPr>
    </w:p>
    <w:p w:rsidR="003C18C2" w:rsidRDefault="003C18C2" w:rsidP="00E80311">
      <w:r>
        <w:t xml:space="preserve"> </w:t>
      </w:r>
    </w:p>
    <w:p w:rsidR="003D5667" w:rsidRDefault="003D5667" w:rsidP="003D5667">
      <w:pPr>
        <w:jc w:val="center"/>
      </w:pPr>
    </w:p>
    <w:p w:rsidR="003D5667" w:rsidRDefault="003D5667"/>
    <w:p w:rsidR="003D5667" w:rsidRDefault="003D5667"/>
    <w:sectPr w:rsidR="003D5667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67"/>
    <w:rsid w:val="00267C19"/>
    <w:rsid w:val="00320E87"/>
    <w:rsid w:val="003C18C2"/>
    <w:rsid w:val="003D5667"/>
    <w:rsid w:val="00403D12"/>
    <w:rsid w:val="004C595D"/>
    <w:rsid w:val="006973B9"/>
    <w:rsid w:val="007161D8"/>
    <w:rsid w:val="00B25407"/>
    <w:rsid w:val="00C72DFB"/>
    <w:rsid w:val="00DB6FDD"/>
    <w:rsid w:val="00E54223"/>
    <w:rsid w:val="00E80311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FD71588C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cp:lastPrinted>2016-10-31T07:52:00Z</cp:lastPrinted>
  <dcterms:created xsi:type="dcterms:W3CDTF">2018-01-26T10:41:00Z</dcterms:created>
  <dcterms:modified xsi:type="dcterms:W3CDTF">2018-01-26T10:41:00Z</dcterms:modified>
</cp:coreProperties>
</file>